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73D8A" w:rsidR="006E5D65" w:rsidP="00473D8A" w:rsidRDefault="00997F14" w14:paraId="47D3FA2E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CD6897">
        <w:rPr>
          <w:rFonts w:ascii="Corbel" w:hAnsi="Corbel"/>
          <w:b/>
          <w:bCs/>
          <w:sz w:val="24"/>
          <w:szCs w:val="24"/>
        </w:rPr>
        <w:tab/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473D8A" w:rsidR="006F31E2">
        <w:rPr>
          <w:rFonts w:ascii="Corbel" w:hAnsi="Corbel"/>
          <w:bCs/>
          <w:i/>
          <w:sz w:val="24"/>
          <w:szCs w:val="24"/>
        </w:rPr>
        <w:t>1.5</w:t>
      </w:r>
      <w:r w:rsidRPr="00473D8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473D8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473D8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473D8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473D8A" w:rsidR="0085747A" w:rsidP="00280025" w:rsidRDefault="0085747A" w14:paraId="2A31809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:rsidRPr="00473D8A" w:rsidR="0085747A" w:rsidP="00280025" w:rsidRDefault="0071620A" w14:paraId="481EFE71" w14:textId="73F04D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dotyczy cyklu kształcenia</w:t>
      </w:r>
      <w:r w:rsidRPr="00473D8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80025" w:rsidR="00EB071E">
        <w:rPr>
          <w:rFonts w:ascii="Corbel" w:hAnsi="Corbel"/>
          <w:b/>
          <w:smallCaps/>
          <w:sz w:val="24"/>
          <w:szCs w:val="24"/>
        </w:rPr>
        <w:t>20</w:t>
      </w:r>
      <w:r w:rsidRPr="00280025" w:rsidR="00DD3145">
        <w:rPr>
          <w:rFonts w:ascii="Corbel" w:hAnsi="Corbel"/>
          <w:b/>
          <w:smallCaps/>
          <w:sz w:val="24"/>
          <w:szCs w:val="24"/>
        </w:rPr>
        <w:t>19</w:t>
      </w:r>
      <w:r w:rsidRPr="00280025" w:rsidR="00EB071E">
        <w:rPr>
          <w:rFonts w:ascii="Corbel" w:hAnsi="Corbel"/>
          <w:b/>
          <w:smallCaps/>
          <w:sz w:val="24"/>
          <w:szCs w:val="24"/>
        </w:rPr>
        <w:t>-202</w:t>
      </w:r>
      <w:r w:rsidRPr="00280025" w:rsidR="00DD3145">
        <w:rPr>
          <w:rFonts w:ascii="Corbel" w:hAnsi="Corbel"/>
          <w:b/>
          <w:smallCaps/>
          <w:sz w:val="24"/>
          <w:szCs w:val="24"/>
        </w:rPr>
        <w:t>2</w:t>
      </w:r>
    </w:p>
    <w:p w:rsidR="0085747A" w:rsidP="00280025" w:rsidRDefault="0085747A" w14:paraId="681409DE" w14:textId="6A134F62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:rsidRPr="00473D8A" w:rsidR="00280025" w:rsidP="00280025" w:rsidRDefault="00280025" w14:paraId="01D95FF6" w14:textId="77777777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:rsidRPr="00473D8A" w:rsidR="00445970" w:rsidP="00473D8A" w:rsidRDefault="00445970" w14:paraId="63CB7B2A" w14:textId="735AE03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 w:rsidR="00473D8A">
        <w:rPr>
          <w:rFonts w:ascii="Corbel" w:hAnsi="Corbel"/>
          <w:sz w:val="24"/>
          <w:szCs w:val="24"/>
        </w:rPr>
        <w:tab/>
      </w:r>
      <w:r w:rsidRPr="00473D8A" w:rsidR="007A473E">
        <w:rPr>
          <w:rFonts w:ascii="Corbel" w:hAnsi="Corbel"/>
          <w:sz w:val="24"/>
          <w:szCs w:val="24"/>
        </w:rPr>
        <w:t xml:space="preserve">Rok akademicki </w:t>
      </w:r>
      <w:r w:rsidRPr="00473D8A" w:rsidR="0003166B">
        <w:rPr>
          <w:rFonts w:ascii="Corbel" w:hAnsi="Corbel"/>
          <w:sz w:val="24"/>
          <w:szCs w:val="24"/>
        </w:rPr>
        <w:t>202</w:t>
      </w:r>
      <w:r w:rsidRPr="00473D8A" w:rsidR="00DD3145">
        <w:rPr>
          <w:rFonts w:ascii="Corbel" w:hAnsi="Corbel"/>
          <w:sz w:val="24"/>
          <w:szCs w:val="24"/>
        </w:rPr>
        <w:t>1</w:t>
      </w:r>
      <w:r w:rsidRPr="00473D8A" w:rsidR="0003166B">
        <w:rPr>
          <w:rFonts w:ascii="Corbel" w:hAnsi="Corbel"/>
          <w:sz w:val="24"/>
          <w:szCs w:val="24"/>
        </w:rPr>
        <w:t>/202</w:t>
      </w:r>
      <w:r w:rsidRPr="00473D8A" w:rsidR="00DD3145">
        <w:rPr>
          <w:rFonts w:ascii="Corbel" w:hAnsi="Corbel"/>
          <w:sz w:val="24"/>
          <w:szCs w:val="24"/>
        </w:rPr>
        <w:t>2</w:t>
      </w:r>
    </w:p>
    <w:p w:rsidRPr="00473D8A" w:rsidR="0085747A" w:rsidP="00473D8A" w:rsidRDefault="0085747A" w14:paraId="1040DB3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71620A" w14:paraId="2326A878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 xml:space="preserve">1. </w:t>
      </w:r>
      <w:r w:rsidRPr="00473D8A" w:rsidR="0085747A">
        <w:rPr>
          <w:rFonts w:ascii="Corbel" w:hAnsi="Corbel"/>
          <w:szCs w:val="24"/>
        </w:rPr>
        <w:t xml:space="preserve">Podstawowe </w:t>
      </w:r>
      <w:r w:rsidRPr="00473D8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73D8A" w:rsidR="0085747A" w:rsidTr="599B9252" w14:paraId="57E77229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1D19D51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0311AB5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Straż gminna w systemie bezpieczeństwa lokalnego</w:t>
            </w:r>
          </w:p>
        </w:tc>
      </w:tr>
      <w:tr w:rsidRPr="00473D8A" w:rsidR="0085747A" w:rsidTr="599B9252" w14:paraId="1C78EE73" w14:textId="77777777">
        <w:tc>
          <w:tcPr>
            <w:tcW w:w="2694" w:type="dxa"/>
            <w:tcMar/>
            <w:vAlign w:val="center"/>
          </w:tcPr>
          <w:p w:rsidRPr="00473D8A" w:rsidR="0085747A" w:rsidP="00473D8A" w:rsidRDefault="00C05F44" w14:paraId="6513804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382C745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Pr="00473D8A" w:rsidR="0085747A" w:rsidTr="599B9252" w14:paraId="5D5651F4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6660835F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</w:t>
            </w:r>
            <w:r w:rsidRPr="00473D8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1F9CCC4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599B9252" w14:paraId="72B87E9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92EF6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CE00E5" w14:paraId="46F6521A" w14:textId="195969A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73D8A" w:rsidR="0085747A" w:rsidTr="599B9252" w14:paraId="7A9604E6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ADC79B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673515E6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73D8A" w:rsidR="0085747A" w:rsidTr="599B9252" w14:paraId="145D2188" w14:textId="77777777">
        <w:tc>
          <w:tcPr>
            <w:tcW w:w="2694" w:type="dxa"/>
            <w:tcMar/>
            <w:vAlign w:val="center"/>
          </w:tcPr>
          <w:p w:rsidRPr="00473D8A" w:rsidR="0085747A" w:rsidP="00473D8A" w:rsidRDefault="00DE4A14" w14:paraId="6846DE6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01CF9A3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473D8A" w:rsidR="0085747A" w:rsidTr="599B9252" w14:paraId="2EFB79E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3DC0C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BCC7D9B" w14:textId="3B52A8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473D8A" w:rsidR="0085747A" w:rsidTr="599B9252" w14:paraId="1B5CE4A1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008152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599B9252" w:rsidRDefault="00473D8A" w14:paraId="7C351468" w14:textId="40F56903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99B9252" w:rsidR="2602F3CB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473D8A" w:rsidR="0085747A" w:rsidTr="599B9252" w14:paraId="7CF4F75D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5BBA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</w:t>
            </w:r>
            <w:r w:rsidRPr="00473D8A" w:rsidR="0030395F">
              <w:rPr>
                <w:rFonts w:ascii="Corbel" w:hAnsi="Corbel"/>
                <w:sz w:val="24"/>
                <w:szCs w:val="24"/>
              </w:rPr>
              <w:t>/y</w:t>
            </w:r>
            <w:r w:rsidRPr="00473D8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7D5802" w14:paraId="1A7B082A" w14:textId="51BDA9B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 w:rsidR="008457A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bookmarkStart w:name="_GoBack" w:id="0"/>
            <w:bookmarkEnd w:id="0"/>
          </w:p>
        </w:tc>
      </w:tr>
      <w:tr w:rsidRPr="00473D8A" w:rsidR="0085747A" w:rsidTr="599B9252" w14:paraId="745A2A49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5CC2AF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473D8A" w14:paraId="33CA5636" w14:textId="16E3CD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473D8A" w:rsidR="00923D7D" w:rsidTr="599B9252" w14:paraId="46E3D2C4" w14:textId="77777777">
        <w:tc>
          <w:tcPr>
            <w:tcW w:w="2694" w:type="dxa"/>
            <w:tcMar/>
            <w:vAlign w:val="center"/>
          </w:tcPr>
          <w:p w:rsidRPr="00473D8A" w:rsidR="00923D7D" w:rsidP="00473D8A" w:rsidRDefault="00923D7D" w14:paraId="4215161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73D8A" w:rsidR="00923D7D" w:rsidP="00473D8A" w:rsidRDefault="00473D8A" w14:paraId="3DFDA65B" w14:textId="6CBFBC7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473D8A" w:rsidR="0085747A" w:rsidTr="599B9252" w14:paraId="0D02C763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2D197DA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5F617FB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  <w:tr w:rsidRPr="00473D8A" w:rsidR="0085747A" w:rsidTr="599B9252" w14:paraId="59ED88EC" w14:textId="77777777">
        <w:tc>
          <w:tcPr>
            <w:tcW w:w="2694" w:type="dxa"/>
            <w:tcMar/>
            <w:vAlign w:val="center"/>
          </w:tcPr>
          <w:p w:rsidRPr="00473D8A" w:rsidR="0085747A" w:rsidP="00473D8A" w:rsidRDefault="0085747A" w14:paraId="3EA7D437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73D8A" w:rsidR="0085747A" w:rsidP="00473D8A" w:rsidRDefault="006730E9" w14:paraId="4785251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473D8A" w:rsidR="0085747A" w:rsidP="00473D8A" w:rsidRDefault="0085747A" w14:paraId="08AAB93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73D8A" w:rsidR="00B90885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73D8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73D8A" w:rsidR="00923D7D" w:rsidP="00473D8A" w:rsidRDefault="00923D7D" w14:paraId="188FAFD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5B59D4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1.</w:t>
      </w:r>
      <w:r w:rsidRPr="00473D8A" w:rsidR="00E22FBC">
        <w:rPr>
          <w:rFonts w:ascii="Corbel" w:hAnsi="Corbel"/>
          <w:sz w:val="24"/>
          <w:szCs w:val="24"/>
        </w:rPr>
        <w:t>1</w:t>
      </w:r>
      <w:r w:rsidRPr="00473D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73D8A" w:rsidR="00923D7D" w:rsidP="00473D8A" w:rsidRDefault="00923D7D" w14:paraId="204956D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2"/>
        <w:gridCol w:w="851"/>
        <w:gridCol w:w="773"/>
        <w:gridCol w:w="804"/>
        <w:gridCol w:w="713"/>
        <w:gridCol w:w="923"/>
        <w:gridCol w:w="1491"/>
        <w:gridCol w:w="1385"/>
      </w:tblGrid>
      <w:tr w:rsidRPr="00473D8A" w:rsidR="00015B8F" w:rsidTr="599B9252" w14:paraId="4E0AA96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73D8A" w:rsidR="00015B8F" w:rsidP="00473D8A" w:rsidRDefault="00015B8F" w14:paraId="389472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:rsidRPr="00473D8A" w:rsidR="00015B8F" w:rsidP="00473D8A" w:rsidRDefault="002B5EA0" w14:paraId="320906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</w:t>
            </w:r>
            <w:r w:rsidRPr="00473D8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1F3BC2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Wykł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29EA52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2B3326B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Konw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6461B2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12F82F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Sem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638BF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5A082C0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3D8A">
              <w:rPr>
                <w:rFonts w:ascii="Corbel" w:hAnsi="Corbel"/>
                <w:szCs w:val="24"/>
              </w:rPr>
              <w:t>Prakt</w:t>
            </w:r>
            <w:proofErr w:type="spellEnd"/>
            <w:r w:rsidRPr="00473D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6730E9" w14:paraId="068DCB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473D8A" w:rsidR="00015B8F" w:rsidP="00473D8A" w:rsidRDefault="00015B8F" w14:paraId="08C022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</w:t>
            </w:r>
            <w:r w:rsidRPr="00473D8A" w:rsidR="00B90885">
              <w:rPr>
                <w:rFonts w:ascii="Corbel" w:hAnsi="Corbel"/>
                <w:szCs w:val="24"/>
              </w:rPr>
              <w:t>.</w:t>
            </w:r>
            <w:r w:rsidRPr="00473D8A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Pr="00473D8A" w:rsidR="00015B8F" w:rsidTr="599B9252" w14:paraId="185DA62B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73D8A" w:rsidR="00015B8F" w:rsidP="00473D8A" w:rsidRDefault="006730E9" w14:paraId="0A1109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4A9D4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0EF045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32A554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0BA39E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1EF340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74EFD8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015B8F" w14:paraId="30546E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6730E9" w14:paraId="32126D44" w14:textId="45548F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99B9252" w:rsidR="2AE409E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73D8A" w:rsidR="00015B8F" w:rsidP="00473D8A" w:rsidRDefault="006730E9" w14:paraId="07F68BC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923D7D" w:rsidP="00473D8A" w:rsidRDefault="00923D7D" w14:paraId="5BBC74A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923D7D" w:rsidP="00473D8A" w:rsidRDefault="00923D7D" w14:paraId="67D4B50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73D8A" w:rsidR="0085747A" w:rsidP="00473D8A" w:rsidRDefault="0085747A" w14:paraId="66321034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</w:t>
      </w:r>
      <w:r w:rsidRPr="00473D8A" w:rsidR="00E22FBC">
        <w:rPr>
          <w:rFonts w:ascii="Corbel" w:hAnsi="Corbel"/>
          <w:smallCaps w:val="0"/>
          <w:szCs w:val="24"/>
        </w:rPr>
        <w:t>2</w:t>
      </w:r>
      <w:r w:rsidRPr="00473D8A" w:rsidR="00F83B28">
        <w:rPr>
          <w:rFonts w:ascii="Corbel" w:hAnsi="Corbel"/>
          <w:smallCaps w:val="0"/>
          <w:szCs w:val="24"/>
        </w:rPr>
        <w:t>.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 xml:space="preserve">Sposób realizacji zajęć  </w:t>
      </w:r>
    </w:p>
    <w:p w:rsidRPr="00473D8A" w:rsidR="0085747A" w:rsidP="00473D8A" w:rsidRDefault="0003166B" w14:paraId="29A49759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73D8A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73D8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73D8A" w:rsidR="0085747A" w:rsidP="00473D8A" w:rsidRDefault="0085747A" w14:paraId="2A4EFFDC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hAnsi="Segoe UI Symbol" w:eastAsia="MS Gothic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73D8A" w:rsidR="0085747A" w:rsidP="00473D8A" w:rsidRDefault="0085747A" w14:paraId="33BA5C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22FBC" w:rsidP="00473D8A" w:rsidRDefault="00E22FBC" w14:paraId="0F6F58EF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 w:rsidR="00F83B28">
        <w:rPr>
          <w:rFonts w:ascii="Corbel" w:hAnsi="Corbel"/>
          <w:smallCaps w:val="0"/>
          <w:szCs w:val="24"/>
        </w:rPr>
        <w:tab/>
      </w:r>
      <w:r w:rsidRPr="00473D8A">
        <w:rPr>
          <w:rFonts w:ascii="Corbel" w:hAnsi="Corbel"/>
          <w:smallCaps w:val="0"/>
          <w:szCs w:val="24"/>
        </w:rPr>
        <w:t>For</w:t>
      </w:r>
      <w:r w:rsidRPr="00473D8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73D8A">
        <w:rPr>
          <w:rFonts w:ascii="Corbel" w:hAnsi="Corbel"/>
          <w:smallCaps w:val="0"/>
          <w:szCs w:val="24"/>
        </w:rPr>
        <w:t xml:space="preserve">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73D8A" w:rsidR="009C54AE" w:rsidP="00473D8A" w:rsidRDefault="006730E9" w14:paraId="3DB384D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:rsidRPr="00473D8A" w:rsidR="00E960BB" w:rsidP="00473D8A" w:rsidRDefault="00E960BB" w14:paraId="2AFC18E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E960BB" w:rsidP="00473D8A" w:rsidRDefault="0085747A" w14:paraId="245425D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745302" w14:paraId="46974D60" w14:textId="77777777">
        <w:tc>
          <w:tcPr>
            <w:tcW w:w="9670" w:type="dxa"/>
          </w:tcPr>
          <w:p w:rsidRPr="00473D8A" w:rsidR="006730E9" w:rsidP="00473D8A" w:rsidRDefault="006730E9" w14:paraId="4B3D883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6730E9" w14:paraId="129FAC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</w:t>
            </w:r>
            <w:r w:rsidRPr="00473D8A" w:rsidR="005B4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73D8A" w:rsidR="0085747A" w:rsidP="00473D8A" w:rsidRDefault="0085747A" w14:paraId="12AE5FA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73D8A" w:rsidR="00153C41" w:rsidP="00473D8A" w:rsidRDefault="00153C41" w14:paraId="358023F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0FF03DCE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>3.</w:t>
      </w:r>
      <w:r w:rsidRPr="00473D8A" w:rsidR="0085747A">
        <w:rPr>
          <w:rFonts w:ascii="Corbel" w:hAnsi="Corbel"/>
          <w:szCs w:val="24"/>
        </w:rPr>
        <w:t xml:space="preserve"> </w:t>
      </w:r>
      <w:r w:rsidRPr="00473D8A" w:rsidR="00A84C85">
        <w:rPr>
          <w:rFonts w:ascii="Corbel" w:hAnsi="Corbel"/>
          <w:szCs w:val="24"/>
        </w:rPr>
        <w:t>cele, efekty uczenia się</w:t>
      </w:r>
      <w:r w:rsidRPr="00473D8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73D8A" w:rsidR="0085747A" w:rsidP="00473D8A" w:rsidRDefault="0085747A" w14:paraId="0E7FCC7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473D8A" w:rsidR="0085747A" w:rsidP="00473D8A" w:rsidRDefault="0071620A" w14:paraId="57D4001E" w14:textId="77777777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3.1 </w:t>
      </w:r>
      <w:r w:rsidRPr="00473D8A" w:rsidR="00C05F44">
        <w:rPr>
          <w:rFonts w:ascii="Corbel" w:hAnsi="Corbel"/>
          <w:sz w:val="24"/>
          <w:szCs w:val="24"/>
        </w:rPr>
        <w:t>Cele przedmiotu</w:t>
      </w:r>
    </w:p>
    <w:p w:rsidRPr="00473D8A" w:rsidR="00F83B28" w:rsidP="00473D8A" w:rsidRDefault="00F83B28" w14:paraId="7B1567A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473D8A" w:rsidR="006730E9" w:rsidTr="00403E29" w14:paraId="7B07D796" w14:textId="77777777">
        <w:tc>
          <w:tcPr>
            <w:tcW w:w="675" w:type="dxa"/>
            <w:vAlign w:val="center"/>
          </w:tcPr>
          <w:p w:rsidRPr="00473D8A" w:rsidR="006730E9" w:rsidP="00473D8A" w:rsidRDefault="006730E9" w14:paraId="7F3622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5ADA12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</w:t>
            </w:r>
            <w:r w:rsidRPr="00473D8A" w:rsidR="0003166B">
              <w:rPr>
                <w:rFonts w:ascii="Corbel" w:hAnsi="Corbel"/>
                <w:b w:val="0"/>
                <w:sz w:val="24"/>
                <w:szCs w:val="24"/>
              </w:rPr>
              <w:t>mienie z organizacją i genezą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 straży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7641C915" w14:textId="77777777">
        <w:tc>
          <w:tcPr>
            <w:tcW w:w="675" w:type="dxa"/>
            <w:vAlign w:val="center"/>
          </w:tcPr>
          <w:p w:rsidRPr="00473D8A" w:rsidR="006730E9" w:rsidP="00473D8A" w:rsidRDefault="006730E9" w14:paraId="76E68030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6730E9" w14:paraId="03D0A47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473D8A" w:rsidR="006730E9" w:rsidTr="00403E29" w14:paraId="106C5098" w14:textId="77777777">
        <w:tc>
          <w:tcPr>
            <w:tcW w:w="675" w:type="dxa"/>
            <w:vAlign w:val="center"/>
          </w:tcPr>
          <w:p w:rsidRPr="00473D8A" w:rsidR="006730E9" w:rsidP="00473D8A" w:rsidRDefault="006730E9" w14:paraId="54CC2DC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473D8A" w:rsidR="006730E9" w:rsidP="00473D8A" w:rsidRDefault="0003166B" w14:paraId="38041A2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Przedstawienie działań 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>straż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y gminnych zmierzających do poprawy</w:t>
            </w:r>
            <w:r w:rsidRPr="00473D8A" w:rsidR="006730E9">
              <w:rPr>
                <w:rFonts w:ascii="Corbel" w:hAnsi="Corbel"/>
                <w:b w:val="0"/>
                <w:sz w:val="24"/>
                <w:szCs w:val="24"/>
              </w:rPr>
              <w:t xml:space="preserve"> bezpieczeństwa na poziomie lokalnym</w:t>
            </w:r>
            <w:r w:rsidRPr="00473D8A" w:rsidR="005B4D2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473D8A" w:rsidR="0085747A" w:rsidP="00473D8A" w:rsidRDefault="0085747A" w14:paraId="265C857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473D8A" w:rsidR="001D7B54" w:rsidP="00473D8A" w:rsidRDefault="009F4610" w14:paraId="4678696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3.2 </w:t>
      </w:r>
      <w:r w:rsidRPr="00473D8A" w:rsidR="001D7B54">
        <w:rPr>
          <w:rFonts w:ascii="Corbel" w:hAnsi="Corbel"/>
          <w:b/>
          <w:sz w:val="24"/>
          <w:szCs w:val="24"/>
        </w:rPr>
        <w:t xml:space="preserve">Efekty </w:t>
      </w:r>
      <w:r w:rsidRPr="00473D8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73D8A" w:rsidR="001D7B54">
        <w:rPr>
          <w:rFonts w:ascii="Corbel" w:hAnsi="Corbel"/>
          <w:b/>
          <w:sz w:val="24"/>
          <w:szCs w:val="24"/>
        </w:rPr>
        <w:t>dla przedmiotu</w:t>
      </w:r>
      <w:r w:rsidRPr="00473D8A" w:rsidR="00445970">
        <w:rPr>
          <w:rFonts w:ascii="Corbel" w:hAnsi="Corbel"/>
          <w:sz w:val="24"/>
          <w:szCs w:val="24"/>
        </w:rPr>
        <w:t xml:space="preserve"> </w:t>
      </w:r>
    </w:p>
    <w:p w:rsidRPr="00473D8A" w:rsidR="001D7B54" w:rsidP="00473D8A" w:rsidRDefault="001D7B54" w14:paraId="146FE84A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473D8A" w:rsidR="0085747A" w:rsidP="00473D8A" w:rsidRDefault="0085747A" w14:paraId="242F12E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Pr="00473D8A" w:rsidR="006730E9" w:rsidTr="00403E29" w14:paraId="2E264C9C" w14:textId="77777777">
        <w:tc>
          <w:tcPr>
            <w:tcW w:w="1691" w:type="dxa"/>
          </w:tcPr>
          <w:p w:rsidRPr="00473D8A" w:rsidR="006730E9" w:rsidP="00473D8A" w:rsidRDefault="006730E9" w14:paraId="3CF4443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:rsidRPr="00473D8A" w:rsidR="006730E9" w:rsidP="00473D8A" w:rsidRDefault="006730E9" w14:paraId="01E8C8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:rsidRPr="00473D8A" w:rsidR="006730E9" w:rsidP="00473D8A" w:rsidRDefault="006730E9" w14:paraId="5A5AA8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473D8A" w:rsidR="006730E9" w:rsidTr="00403E29" w14:paraId="7208D1E3" w14:textId="77777777">
        <w:tc>
          <w:tcPr>
            <w:tcW w:w="1691" w:type="dxa"/>
          </w:tcPr>
          <w:p w:rsidRPr="00473D8A" w:rsidR="006730E9" w:rsidP="00473D8A" w:rsidRDefault="006730E9" w14:paraId="0E55C9D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Pr="00473D8A" w:rsidR="006730E9" w:rsidP="00473D8A" w:rsidRDefault="006730E9" w14:paraId="0C2D671F" w14:textId="5BD819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Charakteryzuje obowiązki i uprawnienia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44D9C9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Pr="00473D8A" w:rsidR="006730E9" w:rsidTr="00403E29" w14:paraId="0FE0DF15" w14:textId="77777777">
        <w:tc>
          <w:tcPr>
            <w:tcW w:w="1691" w:type="dxa"/>
          </w:tcPr>
          <w:p w:rsidRPr="00473D8A" w:rsidR="006730E9" w:rsidP="00473D8A" w:rsidRDefault="006730E9" w14:paraId="5768F7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Pr="00473D8A" w:rsidR="006730E9" w:rsidP="00473D8A" w:rsidRDefault="006730E9" w14:paraId="70E395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Ocenia działalność straży gminnej na rzecz bezpieczeństwa lokalnego</w:t>
            </w:r>
          </w:p>
        </w:tc>
        <w:tc>
          <w:tcPr>
            <w:tcW w:w="1864" w:type="dxa"/>
          </w:tcPr>
          <w:p w:rsidRPr="00473D8A" w:rsidR="006730E9" w:rsidP="00473D8A" w:rsidRDefault="0003166B" w14:paraId="65E150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Pr="00473D8A" w:rsidR="006730E9" w:rsidTr="00403E29" w14:paraId="21A29DB7" w14:textId="77777777">
        <w:tc>
          <w:tcPr>
            <w:tcW w:w="1691" w:type="dxa"/>
          </w:tcPr>
          <w:p w:rsidRPr="00473D8A" w:rsidR="006730E9" w:rsidP="00473D8A" w:rsidRDefault="006730E9" w14:paraId="40DAE1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Pr="00473D8A" w:rsidR="006730E9" w:rsidP="00473D8A" w:rsidRDefault="006730E9" w14:paraId="27FB60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Interpretuje przepisy dotyczące funkcjonowania straży gminnej</w:t>
            </w:r>
          </w:p>
        </w:tc>
        <w:tc>
          <w:tcPr>
            <w:tcW w:w="1864" w:type="dxa"/>
          </w:tcPr>
          <w:p w:rsidRPr="00473D8A" w:rsidR="006730E9" w:rsidP="00473D8A" w:rsidRDefault="0003166B" w14:paraId="71BE03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473D8A" w:rsidR="006730E9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Pr="00473D8A" w:rsidR="006730E9" w:rsidTr="00403E29" w14:paraId="3EBCE26A" w14:textId="77777777">
        <w:tc>
          <w:tcPr>
            <w:tcW w:w="1691" w:type="dxa"/>
          </w:tcPr>
          <w:p w:rsidRPr="00473D8A" w:rsidR="006730E9" w:rsidP="00473D8A" w:rsidRDefault="006730E9" w14:paraId="76893B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Pr="00473D8A" w:rsidR="006730E9" w:rsidP="00473D8A" w:rsidRDefault="006730E9" w14:paraId="09BDF0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Jest przygotowany do działania w strukturach straży gminnej</w:t>
            </w:r>
          </w:p>
        </w:tc>
        <w:tc>
          <w:tcPr>
            <w:tcW w:w="1864" w:type="dxa"/>
          </w:tcPr>
          <w:p w:rsidRPr="00473D8A" w:rsidR="006730E9" w:rsidP="00473D8A" w:rsidRDefault="006730E9" w14:paraId="56C42B4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73D8A" w:rsidR="0003166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473D8A" w:rsidR="006730E9" w:rsidP="00473D8A" w:rsidRDefault="006730E9" w14:paraId="6F46C902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099A3D0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6730E9" w:rsidP="00473D8A" w:rsidRDefault="006730E9" w14:paraId="7D23ED3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675843" w14:paraId="66502F3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</w:t>
      </w:r>
      <w:r w:rsidRPr="00473D8A" w:rsidR="001D7B54">
        <w:rPr>
          <w:rFonts w:ascii="Corbel" w:hAnsi="Corbel"/>
          <w:b/>
          <w:sz w:val="24"/>
          <w:szCs w:val="24"/>
        </w:rPr>
        <w:t xml:space="preserve"> </w:t>
      </w:r>
      <w:r w:rsidRPr="00473D8A" w:rsidR="0085747A">
        <w:rPr>
          <w:rFonts w:ascii="Corbel" w:hAnsi="Corbel"/>
          <w:b/>
          <w:sz w:val="24"/>
          <w:szCs w:val="24"/>
        </w:rPr>
        <w:t>T</w:t>
      </w:r>
      <w:r w:rsidRPr="00473D8A" w:rsidR="006730E9">
        <w:rPr>
          <w:rFonts w:ascii="Corbel" w:hAnsi="Corbel"/>
          <w:b/>
          <w:sz w:val="24"/>
          <w:szCs w:val="24"/>
        </w:rPr>
        <w:t>reści programowe</w:t>
      </w:r>
    </w:p>
    <w:p w:rsidRPr="00473D8A" w:rsidR="0085747A" w:rsidP="00473D8A" w:rsidRDefault="006730E9" w14:paraId="2D315CD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:rsidRPr="00473D8A" w:rsidR="00675843" w:rsidP="00473D8A" w:rsidRDefault="00675843" w14:paraId="59C2FBC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473D8A" w:rsidR="006730E9" w:rsidTr="00403E29" w14:paraId="1A179DCD" w14:textId="77777777">
        <w:tc>
          <w:tcPr>
            <w:tcW w:w="7229" w:type="dxa"/>
          </w:tcPr>
          <w:p w:rsidRPr="00473D8A" w:rsidR="006730E9" w:rsidP="00473D8A" w:rsidRDefault="006730E9" w14:paraId="28427F3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73D8A" w:rsidR="006730E9" w:rsidTr="00403E29" w14:paraId="7E852F52" w14:textId="77777777">
        <w:tc>
          <w:tcPr>
            <w:tcW w:w="7229" w:type="dxa"/>
          </w:tcPr>
          <w:p w:rsidRPr="00473D8A" w:rsidR="006730E9" w:rsidP="00473D8A" w:rsidRDefault="006730E9" w14:paraId="170D91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</w:t>
            </w:r>
            <w:r w:rsidRPr="00473D8A" w:rsidR="00947C55">
              <w:rPr>
                <w:rFonts w:ascii="Corbel" w:hAnsi="Corbel"/>
                <w:sz w:val="24"/>
                <w:szCs w:val="24"/>
              </w:rPr>
              <w:t>raży gminnych − ujęcie prawno-</w:t>
            </w:r>
            <w:r w:rsidRPr="00473D8A">
              <w:rPr>
                <w:rFonts w:ascii="Corbel" w:hAnsi="Corbel"/>
                <w:sz w:val="24"/>
                <w:szCs w:val="24"/>
              </w:rPr>
              <w:t>historyczne</w:t>
            </w:r>
          </w:p>
        </w:tc>
      </w:tr>
      <w:tr w:rsidRPr="00473D8A" w:rsidR="006730E9" w:rsidTr="00403E29" w14:paraId="6D2D28A9" w14:textId="77777777">
        <w:tc>
          <w:tcPr>
            <w:tcW w:w="7229" w:type="dxa"/>
          </w:tcPr>
          <w:p w:rsidRPr="00473D8A" w:rsidR="006730E9" w:rsidP="00473D8A" w:rsidRDefault="006730E9" w14:paraId="56754D8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Pr="00473D8A" w:rsidR="006730E9" w:rsidTr="00403E29" w14:paraId="0B565CAF" w14:textId="77777777">
        <w:tc>
          <w:tcPr>
            <w:tcW w:w="7229" w:type="dxa"/>
          </w:tcPr>
          <w:p w:rsidRPr="00473D8A" w:rsidR="006730E9" w:rsidP="00473D8A" w:rsidRDefault="006730E9" w14:paraId="787DC0B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Pr="00473D8A" w:rsidR="006730E9" w:rsidTr="00403E29" w14:paraId="0F4B74AB" w14:textId="77777777">
        <w:tc>
          <w:tcPr>
            <w:tcW w:w="7229" w:type="dxa"/>
          </w:tcPr>
          <w:p w:rsidRPr="00473D8A" w:rsidR="006730E9" w:rsidP="00473D8A" w:rsidRDefault="006730E9" w14:paraId="0B2E6E5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Pr="00473D8A" w:rsidR="006730E9" w:rsidTr="00403E29" w14:paraId="6E071A70" w14:textId="77777777">
        <w:tc>
          <w:tcPr>
            <w:tcW w:w="7229" w:type="dxa"/>
          </w:tcPr>
          <w:p w:rsidRPr="00473D8A" w:rsidR="006730E9" w:rsidP="00473D8A" w:rsidRDefault="006730E9" w14:paraId="5CC78A0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Pr="00473D8A" w:rsidR="006730E9" w:rsidTr="00403E29" w14:paraId="65F22B8B" w14:textId="77777777">
        <w:tc>
          <w:tcPr>
            <w:tcW w:w="7229" w:type="dxa"/>
          </w:tcPr>
          <w:p w:rsidRPr="00473D8A" w:rsidR="006730E9" w:rsidP="00473D8A" w:rsidRDefault="006730E9" w14:paraId="218E2A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Pr="00473D8A" w:rsidR="006730E9" w:rsidTr="00403E29" w14:paraId="6162BE86" w14:textId="77777777">
        <w:tc>
          <w:tcPr>
            <w:tcW w:w="7229" w:type="dxa"/>
          </w:tcPr>
          <w:p w:rsidRPr="00473D8A" w:rsidR="006730E9" w:rsidP="00473D8A" w:rsidRDefault="006730E9" w14:paraId="167D564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:rsidRPr="00473D8A" w:rsidR="006730E9" w:rsidP="00473D8A" w:rsidRDefault="006730E9" w14:paraId="2433FC63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73D8A" w:rsidR="0085747A" w:rsidP="00473D8A" w:rsidRDefault="009F4610" w14:paraId="79663668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:rsidRPr="00473D8A" w:rsidR="0085747A" w:rsidP="00473D8A" w:rsidRDefault="0085747A" w14:paraId="614228D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E960BB" w:rsidP="00473D8A" w:rsidRDefault="007D5802" w14:paraId="4224CFA3" w14:textId="7D057DA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</w:t>
      </w:r>
      <w:r w:rsidRPr="00473D8A" w:rsidR="001D1715">
        <w:rPr>
          <w:rFonts w:ascii="Corbel" w:hAnsi="Corbel"/>
          <w:b w:val="0"/>
          <w:smallCaps w:val="0"/>
          <w:szCs w:val="24"/>
        </w:rPr>
        <w:t xml:space="preserve"> </w:t>
      </w:r>
      <w:r w:rsidRPr="00473D8A" w:rsidR="006730E9">
        <w:rPr>
          <w:rFonts w:ascii="Corbel" w:hAnsi="Corbel"/>
          <w:b w:val="0"/>
          <w:smallCaps w:val="0"/>
          <w:szCs w:val="24"/>
        </w:rPr>
        <w:t>analiza i interpretacja aktów prawnych i dokumentów, analiza przypadków, moderowana dyskusja</w:t>
      </w:r>
      <w:r w:rsidRPr="00473D8A" w:rsidR="002D7554">
        <w:rPr>
          <w:rFonts w:ascii="Corbel" w:hAnsi="Corbel"/>
          <w:b w:val="0"/>
          <w:smallCaps w:val="0"/>
          <w:szCs w:val="24"/>
        </w:rPr>
        <w:t>.</w:t>
      </w:r>
    </w:p>
    <w:p w:rsidRPr="00473D8A" w:rsidR="00E960BB" w:rsidP="00473D8A" w:rsidRDefault="00E960BB" w14:paraId="193E87C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0EEB4518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E960BB" w:rsidP="00473D8A" w:rsidRDefault="00E960BB" w14:paraId="72C669D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5B4D26" w:rsidP="00473D8A" w:rsidRDefault="005B4D26" w14:paraId="40D7E2F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C61DC5" w14:paraId="352B8ABB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 </w:t>
      </w:r>
      <w:r w:rsidRPr="00473D8A" w:rsidR="0085747A">
        <w:rPr>
          <w:rFonts w:ascii="Corbel" w:hAnsi="Corbel"/>
          <w:smallCaps w:val="0"/>
          <w:szCs w:val="24"/>
        </w:rPr>
        <w:t>METODY I KRYTERIA OCENY</w:t>
      </w:r>
      <w:r w:rsidRPr="00473D8A" w:rsidR="009F4610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6275EFB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473D8A" w:rsidR="0085747A" w:rsidP="00473D8A" w:rsidRDefault="0085747A" w14:paraId="617A19C4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4.1 Sposoby weryfikacji efektów </w:t>
      </w:r>
      <w:r w:rsidRPr="00473D8A" w:rsidR="00C05F44">
        <w:rPr>
          <w:rFonts w:ascii="Corbel" w:hAnsi="Corbel"/>
          <w:smallCaps w:val="0"/>
          <w:szCs w:val="24"/>
        </w:rPr>
        <w:t>uczenia się</w:t>
      </w:r>
    </w:p>
    <w:p w:rsidRPr="00473D8A" w:rsidR="0085747A" w:rsidP="00473D8A" w:rsidRDefault="0085747A" w14:paraId="243B6FB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23D7D" w:rsidP="00473D8A" w:rsidRDefault="00923D7D" w14:paraId="1738739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38"/>
        <w:gridCol w:w="4944"/>
        <w:gridCol w:w="2212"/>
      </w:tblGrid>
      <w:tr w:rsidRPr="00473D8A" w:rsidR="006730E9" w:rsidTr="00403E29" w14:paraId="1C4B9F4B" w14:textId="77777777">
        <w:tc>
          <w:tcPr>
            <w:tcW w:w="1938" w:type="dxa"/>
          </w:tcPr>
          <w:p w:rsidRPr="00473D8A" w:rsidR="006730E9" w:rsidP="00473D8A" w:rsidRDefault="006730E9" w14:paraId="6BB7AB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473D8A" w:rsidR="006730E9" w:rsidP="00473D8A" w:rsidRDefault="006730E9" w14:paraId="003804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:rsidRPr="00473D8A" w:rsidR="00122AC4" w:rsidP="00473D8A" w:rsidRDefault="00122AC4" w14:paraId="001F2F7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73D8A" w:rsidR="006730E9" w:rsidP="00473D8A" w:rsidRDefault="00122AC4" w14:paraId="476B82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:rsidRPr="00473D8A" w:rsidR="00122AC4" w:rsidP="00473D8A" w:rsidRDefault="00122AC4" w14:paraId="026914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73D8A" w:rsidR="006730E9" w:rsidP="00473D8A" w:rsidRDefault="00122AC4" w14:paraId="1455027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473D8A" w:rsidR="006730E9" w:rsidTr="00403E29" w14:paraId="0EC6EDF1" w14:textId="77777777">
        <w:tc>
          <w:tcPr>
            <w:tcW w:w="1938" w:type="dxa"/>
          </w:tcPr>
          <w:p w:rsidRPr="00473D8A" w:rsidR="006730E9" w:rsidP="00473D8A" w:rsidRDefault="006730E9" w14:paraId="1C2ABC7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:rsidRPr="00473D8A" w:rsidR="006730E9" w:rsidP="00473D8A" w:rsidRDefault="00947C55" w14:paraId="2E8DE2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zaliczeniowego</w:t>
            </w:r>
          </w:p>
        </w:tc>
        <w:tc>
          <w:tcPr>
            <w:tcW w:w="2212" w:type="dxa"/>
          </w:tcPr>
          <w:p w:rsidRPr="00473D8A" w:rsidR="006730E9" w:rsidP="00473D8A" w:rsidRDefault="006730E9" w14:paraId="1440A3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2911615" w14:textId="77777777">
        <w:tc>
          <w:tcPr>
            <w:tcW w:w="1938" w:type="dxa"/>
          </w:tcPr>
          <w:p w:rsidRPr="00473D8A" w:rsidR="006730E9" w:rsidP="00473D8A" w:rsidRDefault="006730E9" w14:paraId="00A2E5E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:rsidRPr="00473D8A" w:rsidR="006730E9" w:rsidP="00473D8A" w:rsidRDefault="006730E9" w14:paraId="045AC7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Pr="00473D8A" w:rsidR="00122AC4">
              <w:rPr>
                <w:rFonts w:ascii="Corbel" w:hAnsi="Corbel"/>
                <w:b w:val="0"/>
                <w:smallCaps w:val="0"/>
                <w:szCs w:val="24"/>
              </w:rPr>
              <w:t>przygotowanego projektu</w:t>
            </w:r>
          </w:p>
        </w:tc>
        <w:tc>
          <w:tcPr>
            <w:tcW w:w="2212" w:type="dxa"/>
          </w:tcPr>
          <w:p w:rsidRPr="00473D8A" w:rsidR="006730E9" w:rsidP="00473D8A" w:rsidRDefault="006730E9" w14:paraId="299DB7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401028E4" w14:textId="77777777">
        <w:tc>
          <w:tcPr>
            <w:tcW w:w="1938" w:type="dxa"/>
          </w:tcPr>
          <w:p w:rsidRPr="00473D8A" w:rsidR="006730E9" w:rsidP="00473D8A" w:rsidRDefault="006730E9" w14:paraId="3308F8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:rsidRPr="00473D8A" w:rsidR="006730E9" w:rsidP="00473D8A" w:rsidRDefault="006730E9" w14:paraId="7A28EF4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0F6F68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Pr="00473D8A" w:rsidR="006730E9" w:rsidTr="00403E29" w14:paraId="2673F9C8" w14:textId="77777777">
        <w:tc>
          <w:tcPr>
            <w:tcW w:w="1938" w:type="dxa"/>
          </w:tcPr>
          <w:p w:rsidRPr="00473D8A" w:rsidR="006730E9" w:rsidP="00473D8A" w:rsidRDefault="006730E9" w14:paraId="46FD7D7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:rsidRPr="00473D8A" w:rsidR="006730E9" w:rsidP="00473D8A" w:rsidRDefault="006730E9" w14:paraId="05C2C80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:rsidRPr="00473D8A" w:rsidR="006730E9" w:rsidP="00473D8A" w:rsidRDefault="006730E9" w14:paraId="1C8146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:rsidRPr="00473D8A" w:rsidR="006730E9" w:rsidP="00473D8A" w:rsidRDefault="006730E9" w14:paraId="4A422B6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6787B54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6730E9" w:rsidP="00473D8A" w:rsidRDefault="006730E9" w14:paraId="5C43559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3E1941" w14:paraId="1E375D0C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</w:t>
      </w:r>
      <w:r w:rsidRPr="00473D8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73D8A" w:rsidR="00923D7D">
        <w:rPr>
          <w:rFonts w:ascii="Corbel" w:hAnsi="Corbel"/>
          <w:smallCaps w:val="0"/>
          <w:szCs w:val="24"/>
        </w:rPr>
        <w:t xml:space="preserve"> </w:t>
      </w:r>
    </w:p>
    <w:p w:rsidRPr="00473D8A" w:rsidR="00923D7D" w:rsidP="00473D8A" w:rsidRDefault="00923D7D" w14:paraId="4CF94B02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73D8A" w:rsidR="0085747A" w:rsidTr="00923D7D" w14:paraId="49A3C7BB" w14:textId="77777777">
        <w:tc>
          <w:tcPr>
            <w:tcW w:w="9670" w:type="dxa"/>
          </w:tcPr>
          <w:p w:rsidRPr="00473D8A" w:rsidR="0085747A" w:rsidP="00473D8A" w:rsidRDefault="00122AC4" w14:paraId="12BF67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:rsidRPr="00473D8A" w:rsidR="00122AC4" w:rsidP="00473D8A" w:rsidRDefault="00122AC4" w14:paraId="53F8B9B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- ocena pozytywna z </w:t>
            </w:r>
            <w:r w:rsidRPr="00473D8A" w:rsidR="000F3EF3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Pr="00473D8A" w:rsidR="000F3EF3" w:rsidP="00473D8A" w:rsidRDefault="005B4D26" w14:paraId="07F9ED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</w:t>
            </w:r>
            <w:r w:rsidRPr="00473D8A" w:rsidR="00947C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73D8A" w:rsidR="00923D7D" w:rsidP="00473D8A" w:rsidRDefault="00923D7D" w14:paraId="1A1F45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0F3EF3" w:rsidP="00473D8A" w:rsidRDefault="000F3EF3" w14:paraId="3CAB1F6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</w:t>
            </w:r>
            <w:r w:rsidRPr="00473D8A" w:rsidR="005B4D26">
              <w:rPr>
                <w:rFonts w:ascii="Corbel" w:hAnsi="Corbel"/>
                <w:b w:val="0"/>
                <w:smallCaps w:val="0"/>
                <w:szCs w:val="24"/>
              </w:rPr>
              <w:t>wnej oceny z projektu oraz kolokwium.</w:t>
            </w:r>
          </w:p>
          <w:p w:rsidRPr="00473D8A" w:rsidR="0085747A" w:rsidP="00473D8A" w:rsidRDefault="0085747A" w14:paraId="0BE0C9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73D8A" w:rsidR="0085747A" w:rsidP="00473D8A" w:rsidRDefault="0085747A" w14:paraId="2B322B2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9F4610" w:rsidP="00473D8A" w:rsidRDefault="0085747A" w14:paraId="3EAE1EF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</w:t>
      </w:r>
      <w:r w:rsidRPr="00473D8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73D8A" w:rsidR="0085747A" w:rsidP="00473D8A" w:rsidRDefault="0085747A" w14:paraId="38E661C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73D8A" w:rsidR="0085747A" w:rsidTr="4B76BD5A" w14:paraId="74CA44D7" w14:textId="77777777">
        <w:tc>
          <w:tcPr>
            <w:tcW w:w="4962" w:type="dxa"/>
            <w:tcMar/>
            <w:vAlign w:val="center"/>
          </w:tcPr>
          <w:p w:rsidRPr="00473D8A" w:rsidR="0085747A" w:rsidP="00473D8A" w:rsidRDefault="00C61DC5" w14:paraId="7942527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473D8A" w:rsidR="0085747A" w:rsidP="00473D8A" w:rsidRDefault="00C61DC5" w14:paraId="0063193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73D8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73D8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73D8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73D8A" w:rsidR="0085747A" w:rsidTr="4B76BD5A" w14:paraId="417D1F1B" w14:textId="77777777">
        <w:tc>
          <w:tcPr>
            <w:tcW w:w="4962" w:type="dxa"/>
            <w:tcMar/>
          </w:tcPr>
          <w:p w:rsidRPr="00473D8A" w:rsidR="0085747A" w:rsidP="00473D8A" w:rsidRDefault="00C61DC5" w14:paraId="0EBFD65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73D8A">
              <w:rPr>
                <w:rFonts w:ascii="Corbel" w:hAnsi="Corbel"/>
                <w:sz w:val="24"/>
                <w:szCs w:val="24"/>
              </w:rPr>
              <w:t>kontaktowe</w:t>
            </w:r>
            <w:r w:rsidRPr="00473D8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73D8A">
              <w:rPr>
                <w:rFonts w:ascii="Corbel" w:hAnsi="Corbel"/>
                <w:sz w:val="24"/>
                <w:szCs w:val="24"/>
              </w:rPr>
              <w:t>ynikające</w:t>
            </w:r>
            <w:r w:rsidRPr="00473D8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73D8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473D8A" w:rsidR="0085747A" w:rsidP="28A913FD" w:rsidRDefault="00473D8A" w14:paraId="708F38A6" w14:textId="4CB86BD0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4B76BD5A" w:rsidR="334E17C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73D8A" w:rsidR="00C61DC5" w:rsidTr="4B76BD5A" w14:paraId="33944C7C" w14:textId="77777777">
        <w:tc>
          <w:tcPr>
            <w:tcW w:w="4962" w:type="dxa"/>
            <w:tcMar/>
          </w:tcPr>
          <w:p w:rsidRPr="00473D8A" w:rsidR="00C61DC5" w:rsidP="00473D8A" w:rsidRDefault="00C61DC5" w14:paraId="781F30B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73D8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73D8A" w:rsidR="00C61DC5" w:rsidP="00473D8A" w:rsidRDefault="00C61DC5" w14:paraId="5F9DAC0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473D8A" w:rsidR="00C61DC5" w:rsidP="28A913FD" w:rsidRDefault="000F3EF3" w14:paraId="3EDCB18D" w14:textId="7D1574FC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4B76BD5A" w:rsidR="549474F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473D8A" w:rsidR="00C61DC5" w:rsidTr="4B76BD5A" w14:paraId="76733687" w14:textId="77777777">
        <w:tc>
          <w:tcPr>
            <w:tcW w:w="4962" w:type="dxa"/>
            <w:tcMar/>
          </w:tcPr>
          <w:p w:rsidRPr="00473D8A" w:rsidR="0071620A" w:rsidP="00473D8A" w:rsidRDefault="00C61DC5" w14:paraId="5B46F7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3D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3D8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473D8A" w:rsidR="00C61DC5" w:rsidP="00473D8A" w:rsidRDefault="00C61DC5" w14:paraId="4C9F58F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473D8A" w:rsidR="00C61DC5" w:rsidP="28A913FD" w:rsidRDefault="000F3EF3" w14:paraId="18259FE1" w14:textId="39F48433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4B76BD5A" w:rsidR="2263A7AF">
              <w:rPr>
                <w:rFonts w:ascii="Corbel" w:hAnsi="Corbel"/>
                <w:sz w:val="24"/>
                <w:szCs w:val="24"/>
              </w:rPr>
              <w:t>1</w:t>
            </w:r>
            <w:r w:rsidRPr="4B76BD5A" w:rsidR="00473D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473D8A" w:rsidR="0085747A" w:rsidTr="4B76BD5A" w14:paraId="3BF6C10D" w14:textId="77777777">
        <w:tc>
          <w:tcPr>
            <w:tcW w:w="4962" w:type="dxa"/>
            <w:tcMar/>
          </w:tcPr>
          <w:p w:rsidRPr="00473D8A" w:rsidR="0085747A" w:rsidP="00473D8A" w:rsidRDefault="0085747A" w14:paraId="3CFFD74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473D8A" w:rsidR="0085747A" w:rsidP="28A913FD" w:rsidRDefault="000F3EF3" w14:paraId="3DF35AFF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8A913FD" w:rsidR="000F3EF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73D8A" w:rsidR="0085747A" w:rsidTr="4B76BD5A" w14:paraId="0DD26422" w14:textId="77777777">
        <w:tc>
          <w:tcPr>
            <w:tcW w:w="4962" w:type="dxa"/>
            <w:tcMar/>
          </w:tcPr>
          <w:p w:rsidRPr="00473D8A" w:rsidR="0085747A" w:rsidP="00473D8A" w:rsidRDefault="0085747A" w14:paraId="0458F6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473D8A" w:rsidR="0085747A" w:rsidP="28A913FD" w:rsidRDefault="000F3EF3" w14:paraId="63F374BD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8A913FD" w:rsidR="000F3EF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73D8A" w:rsidR="0085747A" w:rsidP="00473D8A" w:rsidRDefault="00923D7D" w14:paraId="5B582E4A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73D8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73D8A" w:rsidR="003E1941" w:rsidP="00473D8A" w:rsidRDefault="003E1941" w14:paraId="60F4A0B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3C6E33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2007F1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5B4D26" w:rsidP="00473D8A" w:rsidRDefault="005B4D26" w14:paraId="6BD6F4F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5B4D26" w:rsidP="00473D8A" w:rsidRDefault="005B4D26" w14:paraId="30818D37" w14:textId="3CF3D5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71550D0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71620A" w14:paraId="751341D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6. </w:t>
      </w:r>
      <w:r w:rsidRPr="00473D8A" w:rsidR="0085747A">
        <w:rPr>
          <w:rFonts w:ascii="Corbel" w:hAnsi="Corbel"/>
          <w:smallCaps w:val="0"/>
          <w:szCs w:val="24"/>
        </w:rPr>
        <w:t>PRAKTYKI ZAWO</w:t>
      </w:r>
      <w:r w:rsidRPr="00473D8A" w:rsidR="009D3F3B">
        <w:rPr>
          <w:rFonts w:ascii="Corbel" w:hAnsi="Corbel"/>
          <w:smallCaps w:val="0"/>
          <w:szCs w:val="24"/>
        </w:rPr>
        <w:t>DOWE W RAMACH PRZEDMIOTU</w:t>
      </w:r>
    </w:p>
    <w:p w:rsidRPr="00473D8A" w:rsidR="0085747A" w:rsidP="00473D8A" w:rsidRDefault="0085747A" w14:paraId="7ED173D3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73D8A" w:rsidR="0085747A" w:rsidTr="0071620A" w14:paraId="5CC539FF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445551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73D8A" w:rsidR="0085747A" w:rsidP="00473D8A" w:rsidRDefault="002D7554" w14:paraId="182EF6F8" w14:textId="56B1B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473D8A" w:rsidR="0085747A" w:rsidTr="0071620A" w14:paraId="68A4E131" w14:textId="77777777">
        <w:trPr>
          <w:trHeight w:val="397"/>
        </w:trPr>
        <w:tc>
          <w:tcPr>
            <w:tcW w:w="3544" w:type="dxa"/>
          </w:tcPr>
          <w:p w:rsidRPr="00473D8A" w:rsidR="0085747A" w:rsidP="00473D8A" w:rsidRDefault="0085747A" w14:paraId="154EC46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73D8A" w:rsidR="0085747A" w:rsidP="00473D8A" w:rsidRDefault="002D7554" w14:paraId="09D26CCE" w14:textId="7BAA4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473D8A" w:rsidRDefault="003E1941" w14:paraId="18600426" w14:textId="66E2406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280025" w:rsidP="00473D8A" w:rsidRDefault="00280025" w14:paraId="10CD8E5B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675843" w14:paraId="368BD622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7. </w:t>
      </w:r>
      <w:r w:rsidRPr="00473D8A" w:rsidR="0085747A">
        <w:rPr>
          <w:rFonts w:ascii="Corbel" w:hAnsi="Corbel"/>
          <w:smallCaps w:val="0"/>
          <w:szCs w:val="24"/>
        </w:rPr>
        <w:t>LITERATURA</w:t>
      </w:r>
      <w:r w:rsidRPr="00473D8A">
        <w:rPr>
          <w:rFonts w:ascii="Corbel" w:hAnsi="Corbel"/>
          <w:smallCaps w:val="0"/>
          <w:szCs w:val="24"/>
        </w:rPr>
        <w:t xml:space="preserve"> </w:t>
      </w:r>
    </w:p>
    <w:p w:rsidRPr="00473D8A" w:rsidR="00675843" w:rsidP="00473D8A" w:rsidRDefault="00675843" w14:paraId="2DA2B643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89"/>
      </w:tblGrid>
      <w:tr w:rsidRPr="00473D8A" w:rsidR="000F3EF3" w:rsidTr="00403E29" w14:paraId="310639CA" w14:textId="77777777">
        <w:tc>
          <w:tcPr>
            <w:tcW w:w="8789" w:type="dxa"/>
          </w:tcPr>
          <w:p w:rsidRPr="00280025" w:rsidR="00280025" w:rsidP="00473D8A" w:rsidRDefault="000F3EF3" w14:paraId="35EBC0B0" w14:textId="73D6D7A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280025" w:rsidP="00280025" w:rsidRDefault="00280025" w14:paraId="304BDD61" w14:textId="141B725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Bezpieczeństwo-Prawa </w:t>
            </w:r>
            <w:proofErr w:type="spellStart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Człowieka-Stosunki</w:t>
            </w:r>
            <w:proofErr w:type="spellEnd"/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:rsidR="00280025" w:rsidP="00473D8A" w:rsidRDefault="00280025" w14:paraId="7BFD48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6978A9FA" w14:textId="3EDAA224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:rsidR="00280025" w:rsidP="00473D8A" w:rsidRDefault="00280025" w14:paraId="648B12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268E0298" w14:textId="551DD08F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Pr="00473D8A" w:rsidR="000F3EF3" w:rsidTr="00403E29" w14:paraId="629D20A6" w14:textId="77777777">
        <w:tc>
          <w:tcPr>
            <w:tcW w:w="8789" w:type="dxa"/>
          </w:tcPr>
          <w:p w:rsidRPr="00280025" w:rsidR="00280025" w:rsidP="00280025" w:rsidRDefault="000F3EF3" w14:paraId="6CD7B943" w14:textId="39224B1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280025" w:rsidP="00280025" w:rsidRDefault="00280025" w14:paraId="2AEB2E9C" w14:textId="09BE085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Bismor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Brodny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:rsidR="00280025" w:rsidP="00280025" w:rsidRDefault="00280025" w14:paraId="5A52B377" w14:textId="77777777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1B67E679" w14:textId="31BBCF79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Bonusiak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:rsidRPr="00473D8A" w:rsidR="00280025" w:rsidP="00280025" w:rsidRDefault="00280025" w14:paraId="0D13165F" w14:textId="77777777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80025" w:rsidP="00280025" w:rsidRDefault="00280025" w14:paraId="7C017497" w14:textId="304E03F1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:rsidRPr="00473D8A" w:rsidR="00280025" w:rsidP="00280025" w:rsidRDefault="00280025" w14:paraId="3BFA0EB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73D8A" w:rsidR="00FC5584" w:rsidP="00280025" w:rsidRDefault="00280025" w14:paraId="4D878243" w14:textId="5EE2AD61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</w:t>
            </w:r>
            <w:proofErr w:type="spellEnd"/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A., Straże gminne – problemy, wyzwania i propozycje reform, ,,Środkowoeuropejskie Studia Polityczne” 2020, nr 1 .</w:t>
            </w:r>
          </w:p>
        </w:tc>
      </w:tr>
    </w:tbl>
    <w:p w:rsidRPr="00473D8A" w:rsidR="0085747A" w:rsidP="00473D8A" w:rsidRDefault="0085747A" w14:paraId="40FA781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63DEDB62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473D8A" w:rsidR="0085747A" w:rsidP="00473D8A" w:rsidRDefault="0085747A" w14:paraId="77931930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73D8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15E" w:rsidP="00C16ABF" w:rsidRDefault="00B2415E" w14:paraId="07780426" w14:textId="77777777">
      <w:pPr>
        <w:spacing w:after="0" w:line="240" w:lineRule="auto"/>
      </w:pPr>
      <w:r>
        <w:separator/>
      </w:r>
    </w:p>
  </w:endnote>
  <w:endnote w:type="continuationSeparator" w:id="0">
    <w:p w:rsidR="00B2415E" w:rsidP="00C16ABF" w:rsidRDefault="00B2415E" w14:paraId="212CC2B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15E" w:rsidP="00C16ABF" w:rsidRDefault="00B2415E" w14:paraId="71D5D292" w14:textId="77777777">
      <w:pPr>
        <w:spacing w:after="0" w:line="240" w:lineRule="auto"/>
      </w:pPr>
      <w:r>
        <w:separator/>
      </w:r>
    </w:p>
  </w:footnote>
  <w:footnote w:type="continuationSeparator" w:id="0">
    <w:p w:rsidR="00B2415E" w:rsidP="00C16ABF" w:rsidRDefault="00B2415E" w14:paraId="0EE2DD8C" w14:textId="77777777">
      <w:pPr>
        <w:spacing w:after="0" w:line="240" w:lineRule="auto"/>
      </w:pPr>
      <w:r>
        <w:continuationSeparator/>
      </w:r>
    </w:p>
  </w:footnote>
  <w:footnote w:id="1">
    <w:p w:rsidR="006730E9" w:rsidP="006730E9" w:rsidRDefault="006730E9" w14:paraId="283ED3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66B"/>
    <w:rsid w:val="00041C81"/>
    <w:rsid w:val="00042A51"/>
    <w:rsid w:val="00042D2E"/>
    <w:rsid w:val="00044C82"/>
    <w:rsid w:val="00070ED6"/>
    <w:rsid w:val="000742DC"/>
    <w:rsid w:val="00084C12"/>
    <w:rsid w:val="0008572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52"/>
    <w:rsid w:val="000D04B0"/>
    <w:rsid w:val="000F1C57"/>
    <w:rsid w:val="000F3EF3"/>
    <w:rsid w:val="000F5615"/>
    <w:rsid w:val="00122A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CCF"/>
    <w:rsid w:val="001A70D2"/>
    <w:rsid w:val="001B2C1E"/>
    <w:rsid w:val="001D171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002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55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19"/>
    <w:rsid w:val="00445970"/>
    <w:rsid w:val="00461EFC"/>
    <w:rsid w:val="004652C2"/>
    <w:rsid w:val="004706D1"/>
    <w:rsid w:val="00471326"/>
    <w:rsid w:val="00473D8A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66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4D26"/>
    <w:rsid w:val="005C080F"/>
    <w:rsid w:val="005C55E5"/>
    <w:rsid w:val="005C696A"/>
    <w:rsid w:val="005E6E85"/>
    <w:rsid w:val="005F0C4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0E9"/>
    <w:rsid w:val="00675843"/>
    <w:rsid w:val="00696477"/>
    <w:rsid w:val="006C25DD"/>
    <w:rsid w:val="006D050F"/>
    <w:rsid w:val="006D6139"/>
    <w:rsid w:val="006E07B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21"/>
    <w:rsid w:val="007764E9"/>
    <w:rsid w:val="0078168C"/>
    <w:rsid w:val="00787C2A"/>
    <w:rsid w:val="00790E27"/>
    <w:rsid w:val="007A4022"/>
    <w:rsid w:val="007A473E"/>
    <w:rsid w:val="007A6E6E"/>
    <w:rsid w:val="007C3299"/>
    <w:rsid w:val="007C3BCC"/>
    <w:rsid w:val="007C4546"/>
    <w:rsid w:val="007D5802"/>
    <w:rsid w:val="007D6E56"/>
    <w:rsid w:val="007F4155"/>
    <w:rsid w:val="0081554D"/>
    <w:rsid w:val="0081707E"/>
    <w:rsid w:val="008449B3"/>
    <w:rsid w:val="008457A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3E"/>
    <w:rsid w:val="008F12C9"/>
    <w:rsid w:val="008F6E29"/>
    <w:rsid w:val="00916188"/>
    <w:rsid w:val="00923D7D"/>
    <w:rsid w:val="00947C55"/>
    <w:rsid w:val="009508DF"/>
    <w:rsid w:val="00950DAC"/>
    <w:rsid w:val="00954A07"/>
    <w:rsid w:val="00997F14"/>
    <w:rsid w:val="009A78D9"/>
    <w:rsid w:val="009C1E0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47E"/>
    <w:rsid w:val="00A53FA5"/>
    <w:rsid w:val="00A54817"/>
    <w:rsid w:val="00A601C8"/>
    <w:rsid w:val="00A60799"/>
    <w:rsid w:val="00A84C85"/>
    <w:rsid w:val="00A97DE1"/>
    <w:rsid w:val="00AA642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15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33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0E5"/>
    <w:rsid w:val="00CE515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1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07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584"/>
    <w:rsid w:val="00FD503F"/>
    <w:rsid w:val="00FD7589"/>
    <w:rsid w:val="00FF016A"/>
    <w:rsid w:val="00FF1401"/>
    <w:rsid w:val="00FF5E7D"/>
    <w:rsid w:val="2263A7AF"/>
    <w:rsid w:val="247C4DF9"/>
    <w:rsid w:val="2602F3CB"/>
    <w:rsid w:val="28A913FD"/>
    <w:rsid w:val="2AE409ED"/>
    <w:rsid w:val="334E17CF"/>
    <w:rsid w:val="343F276B"/>
    <w:rsid w:val="4B76BD5A"/>
    <w:rsid w:val="549474FB"/>
    <w:rsid w:val="599B9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1386"/>
  <w15:docId w15:val="{C970FA10-19E1-4C4E-A071-AC0CE05D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68D08-A71D-4D68-ACBB-38E4F8CDB7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39B7B9-6E11-4DA5-821F-86E838DCC30F}"/>
</file>

<file path=customXml/itemProps3.xml><?xml version="1.0" encoding="utf-8"?>
<ds:datastoreItem xmlns:ds="http://schemas.openxmlformats.org/officeDocument/2006/customXml" ds:itemID="{C3628AB7-F83D-47F5-8144-5236A33B81DF}"/>
</file>

<file path=customXml/itemProps4.xml><?xml version="1.0" encoding="utf-8"?>
<ds:datastoreItem xmlns:ds="http://schemas.openxmlformats.org/officeDocument/2006/customXml" ds:itemID="{FD28A57E-EA0A-4B7E-A023-7E16552AA7E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18</cp:revision>
  <cp:lastPrinted>2019-02-06T12:12:00Z</cp:lastPrinted>
  <dcterms:created xsi:type="dcterms:W3CDTF">2020-11-18T10:31:00Z</dcterms:created>
  <dcterms:modified xsi:type="dcterms:W3CDTF">2021-11-15T12:03:27Z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